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0578F0">
        <w:rPr>
          <w:b/>
          <w:i/>
          <w:sz w:val="28"/>
          <w:szCs w:val="28"/>
          <w:u w:val="single"/>
        </w:rPr>
        <w:t xml:space="preserve">ANNEX </w:t>
      </w:r>
      <w:r w:rsidR="000578F0">
        <w:rPr>
          <w:b/>
          <w:i/>
          <w:sz w:val="28"/>
          <w:szCs w:val="28"/>
          <w:u w:val="single"/>
        </w:rPr>
        <w:t xml:space="preserve">IV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F73753" w:rsidRDefault="00F73753" w:rsidP="00F73753">
      <w:pPr>
        <w:suppressAutoHyphens/>
        <w:ind w:right="-427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BA1026" w:rsidRDefault="00F73753" w:rsidP="00320552">
      <w:pPr>
        <w:suppressAutoHyphens/>
        <w:ind w:right="-427"/>
        <w:jc w:val="center"/>
        <w:rPr>
          <w:rFonts w:eastAsia="Calibri"/>
          <w:b/>
          <w:bCs/>
          <w:sz w:val="28"/>
          <w:szCs w:val="28"/>
          <w:lang w:eastAsia="ja-JP"/>
        </w:rPr>
      </w:pPr>
      <w:r w:rsidRPr="00A41749">
        <w:rPr>
          <w:b/>
          <w:sz w:val="28"/>
          <w:szCs w:val="28"/>
        </w:rPr>
        <w:t>Contract:</w:t>
      </w:r>
      <w:r w:rsidR="000578F0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4E7DC8" w:rsidRPr="004E7DC8">
        <w:rPr>
          <w:rFonts w:eastAsia="Calibri"/>
          <w:b/>
          <w:bCs/>
          <w:sz w:val="28"/>
          <w:szCs w:val="28"/>
          <w:lang w:eastAsia="ja-JP"/>
        </w:rPr>
        <w:t xml:space="preserve">Interface &amp; documentation support for the </w:t>
      </w:r>
      <w:proofErr w:type="gramStart"/>
      <w:r w:rsidR="004E7DC8" w:rsidRPr="004E7DC8">
        <w:rPr>
          <w:rFonts w:eastAsia="Calibri"/>
          <w:b/>
          <w:bCs/>
          <w:sz w:val="28"/>
          <w:szCs w:val="28"/>
          <w:lang w:eastAsia="ja-JP"/>
        </w:rPr>
        <w:t>disruption mitigation system design</w:t>
      </w:r>
      <w:proofErr w:type="gramEnd"/>
    </w:p>
    <w:p w:rsidR="00F73753" w:rsidRPr="00A41749" w:rsidRDefault="00320552" w:rsidP="00320552">
      <w:pPr>
        <w:suppressAutoHyphens/>
        <w:ind w:right="-427"/>
        <w:jc w:val="center"/>
        <w:rPr>
          <w:b/>
          <w:sz w:val="28"/>
          <w:szCs w:val="28"/>
        </w:rPr>
      </w:pPr>
      <w:r w:rsidRPr="00320552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4E7DC8">
        <w:rPr>
          <w:b/>
          <w:sz w:val="28"/>
          <w:szCs w:val="28"/>
        </w:rPr>
        <w:t>IO/21/CFE/10021928</w:t>
      </w:r>
      <w:r w:rsidR="00F912D4" w:rsidRPr="00F912D4">
        <w:rPr>
          <w:b/>
          <w:sz w:val="28"/>
          <w:szCs w:val="28"/>
        </w:rPr>
        <w:t>/INU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 xml:space="preserve">(To </w:t>
      </w:r>
      <w:proofErr w:type="gramStart"/>
      <w:r w:rsidRPr="00BC4F6A">
        <w:rPr>
          <w:b/>
          <w:i/>
          <w:sz w:val="22"/>
          <w:szCs w:val="22"/>
        </w:rPr>
        <w:t>be completed</w:t>
      </w:r>
      <w:proofErr w:type="gramEnd"/>
      <w:r w:rsidRPr="00BC4F6A">
        <w:rPr>
          <w:b/>
          <w:i/>
          <w:sz w:val="22"/>
          <w:szCs w:val="22"/>
        </w:rPr>
        <w:t xml:space="preserve">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F912D4">
        <w:t xml:space="preserve">Call for </w:t>
      </w:r>
      <w:bookmarkStart w:id="0" w:name="_GoBack"/>
      <w:bookmarkEnd w:id="0"/>
      <w:r w:rsidR="00E155F8" w:rsidRPr="00F912D4">
        <w:t>Expertise</w:t>
      </w:r>
      <w:r w:rsidRPr="00F912D4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2327D3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proofErr w:type="gramStart"/>
      <w:r w:rsidRPr="002327D3">
        <w:t>within</w:t>
      </w:r>
      <w:proofErr w:type="gramEnd"/>
      <w:r w:rsidRPr="002327D3">
        <w:t xml:space="preserve">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61335E">
        <w:t>date of Kick off</w:t>
      </w:r>
      <w:r w:rsidR="003E4DA9">
        <w:t xml:space="preserve"> </w:t>
      </w:r>
      <w:r w:rsidR="00A252F0">
        <w:t>for</w:t>
      </w:r>
      <w:r w:rsidR="00860A2F">
        <w:t xml:space="preserve"> </w:t>
      </w:r>
      <w:r w:rsidR="0061335E" w:rsidRPr="0061335E">
        <w:t xml:space="preserve">12 </w:t>
      </w:r>
      <w:r w:rsidR="00EC276E" w:rsidRPr="0061335E">
        <w:t>months</w:t>
      </w:r>
      <w:r w:rsidR="0061335E" w:rsidRPr="0061335E">
        <w:t>.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8F0" w:rsidRDefault="000578F0">
      <w:r>
        <w:separator/>
      </w:r>
    </w:p>
  </w:endnote>
  <w:endnote w:type="continuationSeparator" w:id="0">
    <w:p w:rsidR="000578F0" w:rsidRDefault="00057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749" w:rsidRPr="00A41749" w:rsidRDefault="00A41749" w:rsidP="00A41749">
    <w:pPr>
      <w:pStyle w:val="Footer"/>
      <w:jc w:val="right"/>
      <w:rPr>
        <w:i/>
        <w:sz w:val="14"/>
        <w:szCs w:val="16"/>
      </w:rPr>
    </w:pPr>
    <w:r w:rsidRPr="00A41749">
      <w:rPr>
        <w:i/>
        <w:sz w:val="14"/>
        <w:szCs w:val="16"/>
      </w:rPr>
      <w:t>Template reference: ITER_D_4775HM v1.3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8F0" w:rsidRDefault="000578F0">
      <w:r>
        <w:separator/>
      </w:r>
    </w:p>
  </w:footnote>
  <w:footnote w:type="continuationSeparator" w:id="0">
    <w:p w:rsidR="000578F0" w:rsidRDefault="00057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578F0"/>
    <w:rsid w:val="00010B64"/>
    <w:rsid w:val="0003096A"/>
    <w:rsid w:val="000321F9"/>
    <w:rsid w:val="000355AD"/>
    <w:rsid w:val="00037E0D"/>
    <w:rsid w:val="00042120"/>
    <w:rsid w:val="000453B9"/>
    <w:rsid w:val="00045441"/>
    <w:rsid w:val="0004610A"/>
    <w:rsid w:val="000578F0"/>
    <w:rsid w:val="00071836"/>
    <w:rsid w:val="00081700"/>
    <w:rsid w:val="000A137F"/>
    <w:rsid w:val="000A2EC9"/>
    <w:rsid w:val="000B3A5F"/>
    <w:rsid w:val="000E6C81"/>
    <w:rsid w:val="000F58FE"/>
    <w:rsid w:val="0010628E"/>
    <w:rsid w:val="001172FA"/>
    <w:rsid w:val="001176EB"/>
    <w:rsid w:val="00117E2F"/>
    <w:rsid w:val="001258C2"/>
    <w:rsid w:val="0014399C"/>
    <w:rsid w:val="00157B48"/>
    <w:rsid w:val="001606B5"/>
    <w:rsid w:val="00161E69"/>
    <w:rsid w:val="00183C4D"/>
    <w:rsid w:val="001E78CC"/>
    <w:rsid w:val="00215CA2"/>
    <w:rsid w:val="002327D3"/>
    <w:rsid w:val="00233280"/>
    <w:rsid w:val="00237904"/>
    <w:rsid w:val="00243BA2"/>
    <w:rsid w:val="00255F16"/>
    <w:rsid w:val="00270BBC"/>
    <w:rsid w:val="002A1C34"/>
    <w:rsid w:val="002B4D6F"/>
    <w:rsid w:val="002B7466"/>
    <w:rsid w:val="002E0502"/>
    <w:rsid w:val="003022B7"/>
    <w:rsid w:val="00320552"/>
    <w:rsid w:val="00352943"/>
    <w:rsid w:val="003739C6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D15C9"/>
    <w:rsid w:val="004E7DC8"/>
    <w:rsid w:val="00506D28"/>
    <w:rsid w:val="00513BAF"/>
    <w:rsid w:val="00517AC2"/>
    <w:rsid w:val="00543986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77E0"/>
    <w:rsid w:val="005F1AFA"/>
    <w:rsid w:val="00603C6A"/>
    <w:rsid w:val="0060681F"/>
    <w:rsid w:val="0061335E"/>
    <w:rsid w:val="006278FF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B46FE"/>
    <w:rsid w:val="007B524C"/>
    <w:rsid w:val="007C01D1"/>
    <w:rsid w:val="007D4715"/>
    <w:rsid w:val="00852118"/>
    <w:rsid w:val="00852510"/>
    <w:rsid w:val="00860A2F"/>
    <w:rsid w:val="00883B69"/>
    <w:rsid w:val="008B0457"/>
    <w:rsid w:val="008B06EC"/>
    <w:rsid w:val="008B6032"/>
    <w:rsid w:val="008E242C"/>
    <w:rsid w:val="008F3405"/>
    <w:rsid w:val="008F673C"/>
    <w:rsid w:val="00913734"/>
    <w:rsid w:val="00926397"/>
    <w:rsid w:val="00940541"/>
    <w:rsid w:val="009A2B83"/>
    <w:rsid w:val="009B4C38"/>
    <w:rsid w:val="009D2E2A"/>
    <w:rsid w:val="009F7C26"/>
    <w:rsid w:val="00A252F0"/>
    <w:rsid w:val="00A3764D"/>
    <w:rsid w:val="00A41749"/>
    <w:rsid w:val="00A43CE8"/>
    <w:rsid w:val="00A52768"/>
    <w:rsid w:val="00A70AE0"/>
    <w:rsid w:val="00A97742"/>
    <w:rsid w:val="00AB65D6"/>
    <w:rsid w:val="00AE2DFD"/>
    <w:rsid w:val="00B161B4"/>
    <w:rsid w:val="00B278F7"/>
    <w:rsid w:val="00B3174C"/>
    <w:rsid w:val="00B71C0A"/>
    <w:rsid w:val="00B960FA"/>
    <w:rsid w:val="00BA1026"/>
    <w:rsid w:val="00BA5E2D"/>
    <w:rsid w:val="00BB0703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6E59"/>
    <w:rsid w:val="00C83B88"/>
    <w:rsid w:val="00C921CC"/>
    <w:rsid w:val="00CA7D5C"/>
    <w:rsid w:val="00CB31E4"/>
    <w:rsid w:val="00CD0DCA"/>
    <w:rsid w:val="00D01850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5A02"/>
    <w:rsid w:val="00EE73D8"/>
    <w:rsid w:val="00F0262E"/>
    <w:rsid w:val="00F048D8"/>
    <w:rsid w:val="00F328C9"/>
    <w:rsid w:val="00F5458A"/>
    <w:rsid w:val="00F73753"/>
    <w:rsid w:val="00F841B3"/>
    <w:rsid w:val="00F912D4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4513A8"/>
  <w15:docId w15:val="{02C59BB9-F2FA-42D4-831D-DFE03CACC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ui\AppData\Local\Packages\Microsoft.MicrosoftEdge_8wekyb3d8bbwe\TempState\Downloads\Statement_of_Exclusivity_and_Availabilit_4775HM_v1_3%20(5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 (5).dotx</Template>
  <TotalTime>1</TotalTime>
  <Pages>1</Pages>
  <Words>209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Nbou Ismail EXT</dc:creator>
  <cp:lastModifiedBy>Nbou Ismail EXT</cp:lastModifiedBy>
  <cp:revision>3</cp:revision>
  <cp:lastPrinted>2012-04-10T09:52:00Z</cp:lastPrinted>
  <dcterms:created xsi:type="dcterms:W3CDTF">2021-06-24T08:41:00Z</dcterms:created>
  <dcterms:modified xsi:type="dcterms:W3CDTF">2021-09-01T13:39:00Z</dcterms:modified>
</cp:coreProperties>
</file>